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990"/>
        <w:gridCol w:w="7320"/>
      </w:tblGrid>
      <w:tr w:rsidR="00AC039E" w:rsidRPr="009B6CD2" w14:paraId="68E520A3" w14:textId="77777777" w:rsidTr="009B6CD2">
        <w:trPr>
          <w:trHeight w:val="3960"/>
          <w:jc w:val="center"/>
        </w:trPr>
        <w:tc>
          <w:tcPr>
            <w:tcW w:w="1450" w:type="pct"/>
            <w:shd w:val="clear" w:color="auto" w:fill="auto"/>
          </w:tcPr>
          <w:p w14:paraId="4EF5FEC6" w14:textId="77777777" w:rsidR="00AC039E" w:rsidRPr="009B6CD2" w:rsidRDefault="00AC039E">
            <w:pPr>
              <w:pStyle w:val="NoSpacing"/>
              <w:rPr>
                <w:szCs w:val="24"/>
              </w:rPr>
            </w:pPr>
          </w:p>
        </w:tc>
        <w:tc>
          <w:tcPr>
            <w:tcW w:w="3550" w:type="pct"/>
            <w:shd w:val="clear" w:color="auto" w:fill="auto"/>
            <w:tcMar>
              <w:left w:w="115" w:type="dxa"/>
              <w:bottom w:w="115" w:type="dxa"/>
            </w:tcMar>
            <w:vAlign w:val="bottom"/>
          </w:tcPr>
          <w:p w14:paraId="4E3BD848" w14:textId="77777777" w:rsidR="00AC039E" w:rsidRPr="009B6CD2" w:rsidRDefault="008B26A4" w:rsidP="009B6CD2">
            <w:pPr>
              <w:pStyle w:val="Title"/>
              <w:ind w:left="70"/>
              <w:rPr>
                <w:rStyle w:val="BookTitle"/>
                <w:rFonts w:ascii="Futura Std Book" w:hAnsi="Futura Std Book"/>
                <w:i w:val="0"/>
                <w:color w:val="00467E"/>
                <w:sz w:val="56"/>
              </w:rPr>
            </w:pPr>
            <w:proofErr w:type="gramStart"/>
            <w:r>
              <w:rPr>
                <w:rStyle w:val="CoverPageTitleChar"/>
              </w:rPr>
              <w:t>Admissions</w:t>
            </w:r>
            <w:proofErr w:type="gramEnd"/>
            <w:r>
              <w:rPr>
                <w:rStyle w:val="CoverPageTitleChar"/>
              </w:rPr>
              <w:t xml:space="preserve"> and Continued Occupancy Policy (ACOP)</w:t>
            </w:r>
          </w:p>
        </w:tc>
      </w:tr>
      <w:tr w:rsidR="00AC039E" w:rsidRPr="009B6CD2" w14:paraId="342E6C27" w14:textId="77777777" w:rsidTr="009B6CD2">
        <w:trPr>
          <w:jc w:val="center"/>
        </w:trPr>
        <w:tc>
          <w:tcPr>
            <w:tcW w:w="1450" w:type="pct"/>
            <w:shd w:val="clear" w:color="auto" w:fill="auto"/>
          </w:tcPr>
          <w:p w14:paraId="39220F4B" w14:textId="77777777" w:rsidR="00AC039E" w:rsidRPr="009B6CD2" w:rsidRDefault="00AC039E">
            <w:pPr>
              <w:pStyle w:val="NoSpacing"/>
              <w:rPr>
                <w:color w:val="EBDDC3"/>
                <w:szCs w:val="24"/>
              </w:rPr>
            </w:pPr>
          </w:p>
        </w:tc>
        <w:tc>
          <w:tcPr>
            <w:tcW w:w="3550" w:type="pct"/>
            <w:shd w:val="clear" w:color="auto" w:fill="auto"/>
            <w:tcMar>
              <w:left w:w="72" w:type="dxa"/>
              <w:bottom w:w="216" w:type="dxa"/>
              <w:right w:w="0" w:type="dxa"/>
            </w:tcMar>
            <w:vAlign w:val="bottom"/>
          </w:tcPr>
          <w:p w14:paraId="6AB1704F" w14:textId="77777777" w:rsidR="00AC039E" w:rsidRPr="009B6CD2" w:rsidRDefault="00AC039E">
            <w:pPr>
              <w:rPr>
                <w:szCs w:val="24"/>
              </w:rPr>
            </w:pPr>
          </w:p>
        </w:tc>
      </w:tr>
      <w:tr w:rsidR="00AC039E" w:rsidRPr="009B6CD2" w14:paraId="1F737DBA" w14:textId="77777777" w:rsidTr="009B6CD2">
        <w:trPr>
          <w:trHeight w:val="864"/>
          <w:jc w:val="center"/>
        </w:trPr>
        <w:tc>
          <w:tcPr>
            <w:tcW w:w="1450" w:type="pct"/>
            <w:shd w:val="clear" w:color="auto" w:fill="FFA616"/>
            <w:vAlign w:val="center"/>
          </w:tcPr>
          <w:p w14:paraId="73F7EBC2" w14:textId="77777777" w:rsidR="00AC039E" w:rsidRPr="009B6CD2" w:rsidRDefault="007A5B80" w:rsidP="007A5B80">
            <w:pPr>
              <w:pStyle w:val="NoSpacing"/>
              <w:rPr>
                <w:rFonts w:ascii="Futura Std Light" w:hAnsi="Futura Std Light"/>
                <w:color w:val="FFFFFF"/>
                <w:sz w:val="32"/>
                <w:szCs w:val="32"/>
              </w:rPr>
            </w:pPr>
            <w:r w:rsidRPr="009B6CD2">
              <w:rPr>
                <w:rFonts w:ascii="Futura Std Light" w:hAnsi="Futura Std Light"/>
                <w:caps/>
                <w:color w:val="FFFFFF"/>
                <w:sz w:val="32"/>
                <w:szCs w:val="32"/>
              </w:rPr>
              <w:t xml:space="preserve">EFFECTIVE </w:t>
            </w:r>
          </w:p>
        </w:tc>
        <w:tc>
          <w:tcPr>
            <w:tcW w:w="3550" w:type="pct"/>
            <w:shd w:val="clear" w:color="auto" w:fill="00467E"/>
            <w:tcMar>
              <w:left w:w="216" w:type="dxa"/>
            </w:tcMar>
            <w:vAlign w:val="center"/>
          </w:tcPr>
          <w:p w14:paraId="091C5848" w14:textId="77777777" w:rsidR="00AC039E" w:rsidRPr="009B6CD2" w:rsidRDefault="00AF709B" w:rsidP="005425F8">
            <w:pPr>
              <w:pStyle w:val="NoSpacing"/>
              <w:rPr>
                <w:color w:val="FFFFFF"/>
                <w:sz w:val="40"/>
                <w:szCs w:val="40"/>
              </w:rPr>
            </w:pPr>
            <w:r>
              <w:rPr>
                <w:rFonts w:ascii="Futura Std Light" w:hAnsi="Futura Std Light"/>
                <w:i/>
                <w:color w:val="FFFFFF"/>
                <w:sz w:val="40"/>
                <w:szCs w:val="40"/>
              </w:rPr>
              <w:t>[Agency Name]</w:t>
            </w:r>
          </w:p>
        </w:tc>
      </w:tr>
      <w:tr w:rsidR="00AC039E" w:rsidRPr="009B6CD2" w14:paraId="41E995D7" w14:textId="77777777" w:rsidTr="009B6CD2">
        <w:trPr>
          <w:jc w:val="center"/>
        </w:trPr>
        <w:tc>
          <w:tcPr>
            <w:tcW w:w="1450" w:type="pct"/>
            <w:shd w:val="clear" w:color="auto" w:fill="auto"/>
            <w:vAlign w:val="center"/>
          </w:tcPr>
          <w:p w14:paraId="2CAB0B8F" w14:textId="77777777" w:rsidR="00AC039E" w:rsidRPr="009B6CD2" w:rsidRDefault="00AC039E">
            <w:pPr>
              <w:pStyle w:val="NoSpacing"/>
              <w:rPr>
                <w:color w:val="FFFFFF"/>
                <w:sz w:val="36"/>
                <w:szCs w:val="36"/>
              </w:rPr>
            </w:pPr>
          </w:p>
        </w:tc>
        <w:tc>
          <w:tcPr>
            <w:tcW w:w="3550" w:type="pct"/>
            <w:shd w:val="clear" w:color="auto" w:fill="auto"/>
            <w:tcMar>
              <w:top w:w="432" w:type="dxa"/>
              <w:left w:w="216" w:type="dxa"/>
              <w:right w:w="432" w:type="dxa"/>
            </w:tcMar>
            <w:vAlign w:val="bottom"/>
          </w:tcPr>
          <w:p w14:paraId="38E72F43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180CEDAA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430661CF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66E30DE0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2F9835C0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7D52C563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6B6B6178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11873833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0B83BCE5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57F251CA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06389FDB" w14:textId="77777777" w:rsidR="00C60CAC" w:rsidRPr="009B6CD2" w:rsidRDefault="00C60CAC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</w:p>
          <w:p w14:paraId="4559567F" w14:textId="77777777" w:rsidR="00AC039E" w:rsidRPr="009B6CD2" w:rsidRDefault="009B6CD2" w:rsidP="009B6CD2">
            <w:pPr>
              <w:pStyle w:val="NoSpacing"/>
              <w:spacing w:line="360" w:lineRule="auto"/>
              <w:jc w:val="right"/>
              <w:rPr>
                <w:rFonts w:ascii="Tw Cen MT" w:hAnsi="Tw Cen MT"/>
                <w:sz w:val="26"/>
                <w:szCs w:val="26"/>
              </w:rPr>
            </w:pPr>
            <w:hyperlink r:id="rId12" w:history="1">
              <w:r w:rsidRPr="009B6CD2">
                <w:rPr>
                  <w:noProof/>
                  <w:szCs w:val="24"/>
                  <w:lang w:eastAsia="en-US"/>
                </w:rPr>
                <w:pict w14:anchorId="6916703E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" o:spid="_x0000_i1025" type="#_x0000_t75" alt="NMA_Logo_RGB" href="http://www.nanmckay.com/" style="width:176.35pt;height:103.45pt;visibility:visible" o:button="t">
                    <v:fill o:detectmouseclick="t"/>
                    <v:imagedata r:id="rId13" o:title="NMA_Logo_RGB"/>
                  </v:shape>
                </w:pict>
              </w:r>
            </w:hyperlink>
          </w:p>
          <w:p w14:paraId="0F5819FC" w14:textId="77777777" w:rsidR="00AC039E" w:rsidRPr="009B6CD2" w:rsidRDefault="00AC039E" w:rsidP="009B6CD2">
            <w:pPr>
              <w:pStyle w:val="NoSpacing"/>
              <w:jc w:val="right"/>
              <w:rPr>
                <w:rFonts w:ascii="Tw Cen MT" w:hAnsi="Tw Cen MT"/>
                <w:i/>
                <w:color w:val="775F55"/>
                <w:sz w:val="26"/>
                <w:szCs w:val="26"/>
              </w:rPr>
            </w:pPr>
          </w:p>
        </w:tc>
      </w:tr>
    </w:tbl>
    <w:p w14:paraId="392622E9" w14:textId="77777777" w:rsidR="005425F8" w:rsidRPr="009B6CD2" w:rsidRDefault="00F60B83">
      <w:pPr>
        <w:spacing w:after="200" w:line="276" w:lineRule="auto"/>
        <w:rPr>
          <w:color w:val="EBDDC3"/>
        </w:rPr>
      </w:pPr>
      <w:r w:rsidRPr="009B6CD2">
        <w:rPr>
          <w:color w:val="EBDDC3"/>
        </w:rPr>
        <w:br w:type="page"/>
      </w:r>
    </w:p>
    <w:p w14:paraId="07161B44" w14:textId="77777777" w:rsidR="00AC039E" w:rsidRPr="009B6CD2" w:rsidRDefault="00AC039E">
      <w:pPr>
        <w:spacing w:after="200" w:line="276" w:lineRule="auto"/>
        <w:rPr>
          <w:color w:val="EBDDC3"/>
        </w:rPr>
      </w:pPr>
    </w:p>
    <w:p w14:paraId="7620B247" w14:textId="77777777" w:rsidR="00AC039E" w:rsidRDefault="008B26A4">
      <w:pPr>
        <w:pStyle w:val="Title"/>
      </w:pPr>
      <w:r w:rsidRPr="008B26A4">
        <w:t>Admissions and Continued Occupancy Policy (ACOP)</w:t>
      </w:r>
    </w:p>
    <w:p w14:paraId="5F643EEF" w14:textId="77777777" w:rsidR="00AC039E" w:rsidRDefault="00AF709B">
      <w:pPr>
        <w:pStyle w:val="Subtitle"/>
      </w:pPr>
      <w:r>
        <w:t>[aGENCY NAME</w:t>
      </w:r>
      <w:r w:rsidR="00F86E10">
        <w:t>]</w:t>
      </w:r>
    </w:p>
    <w:p w14:paraId="23CF3B74" w14:textId="77777777" w:rsidR="007A5B80" w:rsidRDefault="007A5B80" w:rsidP="007A5B80">
      <w:pPr>
        <w:tabs>
          <w:tab w:val="left" w:pos="6384"/>
        </w:tabs>
      </w:pPr>
    </w:p>
    <w:p w14:paraId="6028A8CE" w14:textId="77777777" w:rsidR="007A5B80" w:rsidRDefault="007A5B80" w:rsidP="007A5B80">
      <w:pPr>
        <w:tabs>
          <w:tab w:val="left" w:pos="6384"/>
        </w:tabs>
      </w:pPr>
    </w:p>
    <w:p w14:paraId="12E0D49C" w14:textId="77777777" w:rsidR="007A5B80" w:rsidRDefault="007A5B80" w:rsidP="007A5B80">
      <w:pPr>
        <w:tabs>
          <w:tab w:val="left" w:pos="6384"/>
        </w:tabs>
      </w:pPr>
    </w:p>
    <w:p w14:paraId="56491C1E" w14:textId="77777777" w:rsidR="007A5B80" w:rsidRDefault="007A5B80" w:rsidP="007A5B80">
      <w:pPr>
        <w:tabs>
          <w:tab w:val="left" w:pos="0"/>
          <w:tab w:val="left" w:pos="5760"/>
        </w:tabs>
        <w:rPr>
          <w:sz w:val="28"/>
          <w:lang w:eastAsia="en-US"/>
        </w:rPr>
      </w:pPr>
      <w:r>
        <w:rPr>
          <w:sz w:val="28"/>
        </w:rPr>
        <w:t>Approved by the HA Board of Commissioners:</w:t>
      </w:r>
      <w:r w:rsidR="00AF709B">
        <w:rPr>
          <w:sz w:val="28"/>
        </w:rPr>
        <w:t xml:space="preserve"> </w:t>
      </w:r>
    </w:p>
    <w:p w14:paraId="4DC8949F" w14:textId="77777777" w:rsidR="007A5B80" w:rsidRDefault="007A5B80" w:rsidP="007A5B80">
      <w:pPr>
        <w:tabs>
          <w:tab w:val="left" w:pos="0"/>
          <w:tab w:val="left" w:pos="5760"/>
        </w:tabs>
        <w:rPr>
          <w:sz w:val="28"/>
        </w:rPr>
      </w:pPr>
    </w:p>
    <w:p w14:paraId="22FA7CEB" w14:textId="77777777" w:rsidR="007A5B80" w:rsidRDefault="007A5B80" w:rsidP="007A5B80">
      <w:pPr>
        <w:tabs>
          <w:tab w:val="left" w:pos="6384"/>
        </w:tabs>
        <w:rPr>
          <w:snapToGrid w:val="0"/>
          <w:sz w:val="28"/>
        </w:rPr>
      </w:pPr>
      <w:r>
        <w:rPr>
          <w:snapToGrid w:val="0"/>
          <w:sz w:val="28"/>
        </w:rPr>
        <w:t>Submitted to HUD:</w:t>
      </w:r>
      <w:r w:rsidR="00AF709B">
        <w:rPr>
          <w:snapToGrid w:val="0"/>
          <w:sz w:val="28"/>
        </w:rPr>
        <w:t xml:space="preserve"> </w:t>
      </w:r>
    </w:p>
    <w:p w14:paraId="7E96FF16" w14:textId="77777777" w:rsidR="007A5B80" w:rsidRPr="007A5B80" w:rsidRDefault="007A5B80" w:rsidP="007A5B80"/>
    <w:p w14:paraId="01C4E648" w14:textId="77777777" w:rsidR="007A5B80" w:rsidRPr="007A5B80" w:rsidRDefault="007A5B80" w:rsidP="007A5B80"/>
    <w:p w14:paraId="79C31239" w14:textId="77777777" w:rsidR="007A5B80" w:rsidRPr="007A5B80" w:rsidRDefault="007A5B80" w:rsidP="007A5B80"/>
    <w:p w14:paraId="4B9F0C25" w14:textId="77777777" w:rsidR="007A5B80" w:rsidRPr="007A5B80" w:rsidRDefault="007A5B80" w:rsidP="007A5B80"/>
    <w:p w14:paraId="2FA1C687" w14:textId="77777777" w:rsidR="007A5B80" w:rsidRPr="007A5B80" w:rsidRDefault="007A5B80" w:rsidP="007A5B80"/>
    <w:p w14:paraId="6C49EFC6" w14:textId="77777777" w:rsidR="007A5B80" w:rsidRPr="007A5B80" w:rsidRDefault="007A5B80" w:rsidP="007A5B80"/>
    <w:p w14:paraId="6B806AC0" w14:textId="77777777" w:rsidR="004742C1" w:rsidRDefault="004742C1" w:rsidP="007A5B80">
      <w:pPr>
        <w:rPr>
          <w:snapToGrid w:val="0"/>
          <w:sz w:val="28"/>
        </w:rPr>
      </w:pPr>
    </w:p>
    <w:p w14:paraId="388C3047" w14:textId="77777777" w:rsidR="004742C1" w:rsidRDefault="004742C1" w:rsidP="007A5B80">
      <w:pPr>
        <w:rPr>
          <w:sz w:val="24"/>
        </w:rPr>
      </w:pPr>
    </w:p>
    <w:p w14:paraId="7524D640" w14:textId="77777777" w:rsidR="007A5B80" w:rsidRDefault="007A5B80" w:rsidP="007A5B80">
      <w:pPr>
        <w:rPr>
          <w:sz w:val="24"/>
          <w:lang w:eastAsia="en-US"/>
        </w:rPr>
      </w:pPr>
      <w:r>
        <w:rPr>
          <w:sz w:val="24"/>
        </w:rPr>
        <w:t>Copyright 20</w:t>
      </w:r>
      <w:r w:rsidR="00AF709B">
        <w:rPr>
          <w:sz w:val="24"/>
        </w:rPr>
        <w:t>2</w:t>
      </w:r>
      <w:r w:rsidR="009420DB">
        <w:rPr>
          <w:sz w:val="24"/>
        </w:rPr>
        <w:t>4</w:t>
      </w:r>
      <w:r>
        <w:rPr>
          <w:sz w:val="24"/>
        </w:rPr>
        <w:t xml:space="preserve"> by Nan McKay &amp; Associates, Inc.</w:t>
      </w:r>
    </w:p>
    <w:p w14:paraId="213C59E0" w14:textId="77777777" w:rsidR="007A5B80" w:rsidRDefault="007A5B80" w:rsidP="007A5B80">
      <w:pPr>
        <w:rPr>
          <w:sz w:val="24"/>
        </w:rPr>
      </w:pPr>
      <w:r>
        <w:rPr>
          <w:sz w:val="24"/>
        </w:rPr>
        <w:t>All rights reserved</w:t>
      </w:r>
    </w:p>
    <w:p w14:paraId="2350AD56" w14:textId="77777777" w:rsidR="007A5B80" w:rsidRPr="007A5B80" w:rsidRDefault="007A5B80" w:rsidP="004742C1">
      <w:pPr>
        <w:spacing w:after="0"/>
        <w:rPr>
          <w:sz w:val="20"/>
        </w:rPr>
      </w:pPr>
      <w:r>
        <w:rPr>
          <w:sz w:val="24"/>
        </w:rPr>
        <w:t xml:space="preserve">Permission to reprint </w:t>
      </w:r>
      <w:proofErr w:type="gramStart"/>
      <w:r>
        <w:rPr>
          <w:sz w:val="24"/>
        </w:rPr>
        <w:t>granted</w:t>
      </w:r>
      <w:proofErr w:type="gramEnd"/>
      <w:r>
        <w:rPr>
          <w:sz w:val="24"/>
        </w:rPr>
        <w:t xml:space="preserve"> only to the Public Housing Authority or Housing Agency that has purchased this plan from Nan McKay &amp; Associates, Inc. This document may not be reprinted or distributed to any other person or entity other than the purchasing agency without the express written permission of Nan McKay &amp; Associates, Inc.</w:t>
      </w:r>
    </w:p>
    <w:sectPr w:rsidR="007A5B80" w:rsidRPr="007A5B80" w:rsidSect="004742C1">
      <w:headerReference w:type="even" r:id="rId14"/>
      <w:headerReference w:type="default" r:id="rId15"/>
      <w:footerReference w:type="even" r:id="rId16"/>
      <w:footerReference w:type="default" r:id="rId17"/>
      <w:pgSz w:w="12240" w:h="15840"/>
      <w:pgMar w:top="1080" w:right="1080" w:bottom="1080" w:left="1080" w:header="720" w:footer="432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B24C" w14:textId="77777777" w:rsidR="00930F84" w:rsidRDefault="00930F84">
      <w:pPr>
        <w:spacing w:after="0" w:line="240" w:lineRule="auto"/>
      </w:pPr>
      <w:r>
        <w:separator/>
      </w:r>
    </w:p>
  </w:endnote>
  <w:endnote w:type="continuationSeparator" w:id="0">
    <w:p w14:paraId="3CEC8FBA" w14:textId="77777777" w:rsidR="00930F84" w:rsidRDefault="0093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utura Std Book">
    <w:panose1 w:val="020B05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Futura Std Light">
    <w:panose1 w:val="020B04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2AC7EDFE" w:usb2="00000012" w:usb3="00000000" w:csb0="000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7ABB" w14:textId="77777777" w:rsidR="001E0F39" w:rsidRDefault="001E0F39">
    <w:pPr>
      <w:pStyle w:val="Footer"/>
    </w:pPr>
  </w:p>
  <w:p w14:paraId="7E845B81" w14:textId="77777777" w:rsidR="001E0F39" w:rsidRDefault="001E0F39">
    <w:pPr>
      <w:pStyle w:val="FooterEven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D3483" w14:textId="77777777" w:rsidR="001E0F39" w:rsidRDefault="001E0F39">
    <w:pPr>
      <w:pStyle w:val="Footer"/>
      <w:jc w:val="right"/>
    </w:pPr>
  </w:p>
  <w:p w14:paraId="10E44548" w14:textId="77777777" w:rsidR="001E0F39" w:rsidRDefault="001E0F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0193" w14:textId="77777777" w:rsidR="00930F84" w:rsidRDefault="00930F84">
      <w:pPr>
        <w:spacing w:after="0" w:line="240" w:lineRule="auto"/>
      </w:pPr>
      <w:r>
        <w:separator/>
      </w:r>
    </w:p>
  </w:footnote>
  <w:footnote w:type="continuationSeparator" w:id="0">
    <w:p w14:paraId="33FE6F80" w14:textId="77777777" w:rsidR="00930F84" w:rsidRDefault="0093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A3459" w14:textId="77777777" w:rsidR="001E0F39" w:rsidRDefault="007A5B80">
    <w:pPr>
      <w:pStyle w:val="HeaderEven"/>
    </w:pPr>
    <w:r>
      <w:t>HCV Administrative Plan</w:t>
    </w:r>
  </w:p>
  <w:p w14:paraId="7B071A29" w14:textId="77777777" w:rsidR="001E0F39" w:rsidRDefault="001E0F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CF6D4" w14:textId="77777777" w:rsidR="001E0F39" w:rsidRPr="00D41470" w:rsidRDefault="00CB7817">
    <w:pPr>
      <w:pStyle w:val="HeaderOdd"/>
      <w:rPr>
        <w:b w:val="0"/>
      </w:rPr>
    </w:pPr>
    <w:r>
      <w:rPr>
        <w:rFonts w:ascii="Futura Std Light" w:hAnsi="Futura Std Light"/>
        <w:b w:val="0"/>
        <w:color w:val="828282"/>
      </w:rPr>
      <w:t>ACO</w:t>
    </w:r>
    <w:r w:rsidR="00D10A93">
      <w:rPr>
        <w:rFonts w:ascii="Futura Std Light" w:hAnsi="Futura Std Light"/>
        <w:b w:val="0"/>
        <w:color w:val="828282"/>
      </w:rPr>
      <w:t xml:space="preserve"> </w:t>
    </w:r>
    <w:r>
      <w:rPr>
        <w:rFonts w:ascii="Futura Std Light" w:hAnsi="Futura Std Light"/>
        <w:b w:val="0"/>
        <w:color w:val="828282"/>
      </w:rPr>
      <w:t>P</w:t>
    </w:r>
    <w:r w:rsidR="00D10A93">
      <w:rPr>
        <w:rFonts w:ascii="Futura Std Light" w:hAnsi="Futura Std Light"/>
        <w:b w:val="0"/>
        <w:color w:val="828282"/>
      </w:rPr>
      <w:t>olicy</w:t>
    </w:r>
  </w:p>
  <w:p w14:paraId="7D35D06B" w14:textId="77777777" w:rsidR="001E0F39" w:rsidRPr="00D41470" w:rsidRDefault="001E0F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FFFFFF82"/>
    <w:multiLevelType w:val="singleLevel"/>
    <w:tmpl w:val="C7BC1C2E"/>
    <w:lvl w:ilvl="0">
      <w:start w:val="1"/>
      <w:numFmt w:val="bullet"/>
      <w:pStyle w:val="ListBullet3"/>
      <w:lvlText w:val=""/>
      <w:lvlJc w:val="left"/>
      <w:pPr>
        <w:ind w:left="864" w:hanging="360"/>
      </w:pPr>
      <w:rPr>
        <w:rFonts w:ascii="Wingdings" w:hAnsi="Wingdings" w:hint="default"/>
      </w:rPr>
    </w:lvl>
  </w:abstractNum>
  <w:abstractNum w:abstractNumId="3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 w15:restartNumberingAfterBreak="0">
    <w:nsid w:val="00957DCD"/>
    <w:multiLevelType w:val="hybridMultilevel"/>
    <w:tmpl w:val="9626AEAE"/>
    <w:lvl w:ilvl="0" w:tplc="412CBE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4442E3"/>
    <w:multiLevelType w:val="hybridMultilevel"/>
    <w:tmpl w:val="8326AE54"/>
    <w:lvl w:ilvl="0" w:tplc="E65261A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6175C"/>
    <w:multiLevelType w:val="hybridMultilevel"/>
    <w:tmpl w:val="A01C03B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392A9E"/>
    <w:multiLevelType w:val="hybridMultilevel"/>
    <w:tmpl w:val="B33A4352"/>
    <w:lvl w:ilvl="0" w:tplc="50A8A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D0AE4"/>
    <w:multiLevelType w:val="hybridMultilevel"/>
    <w:tmpl w:val="04F443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B662B"/>
    <w:multiLevelType w:val="hybridMultilevel"/>
    <w:tmpl w:val="6C56C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26211"/>
    <w:multiLevelType w:val="hybridMultilevel"/>
    <w:tmpl w:val="FDB24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9E7BD2"/>
    <w:multiLevelType w:val="hybridMultilevel"/>
    <w:tmpl w:val="CDC24950"/>
    <w:lvl w:ilvl="0" w:tplc="F7564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E77AB"/>
    <w:multiLevelType w:val="hybridMultilevel"/>
    <w:tmpl w:val="179E4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71C2D"/>
    <w:multiLevelType w:val="hybridMultilevel"/>
    <w:tmpl w:val="89B2D6EC"/>
    <w:lvl w:ilvl="0" w:tplc="AA40CF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454E3"/>
    <w:multiLevelType w:val="hybridMultilevel"/>
    <w:tmpl w:val="7D360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44C1403"/>
    <w:multiLevelType w:val="hybridMultilevel"/>
    <w:tmpl w:val="E12033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381504"/>
    <w:multiLevelType w:val="hybridMultilevel"/>
    <w:tmpl w:val="BD6C5492"/>
    <w:lvl w:ilvl="0" w:tplc="F4A60D38">
      <w:start w:val="1"/>
      <w:numFmt w:val="bullet"/>
      <w:lvlText w:val=""/>
      <w:lvlJc w:val="left"/>
      <w:pPr>
        <w:tabs>
          <w:tab w:val="num" w:pos="360"/>
        </w:tabs>
        <w:ind w:left="720" w:firstLine="0"/>
      </w:pPr>
      <w:rPr>
        <w:rFonts w:ascii="Symbol" w:hAnsi="Symbol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47BDF"/>
    <w:multiLevelType w:val="hybridMultilevel"/>
    <w:tmpl w:val="FD1EFF9C"/>
    <w:lvl w:ilvl="0" w:tplc="AA40CF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87002"/>
    <w:multiLevelType w:val="hybridMultilevel"/>
    <w:tmpl w:val="3B520EE0"/>
    <w:lvl w:ilvl="0" w:tplc="499A11B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5A556A"/>
    <w:multiLevelType w:val="hybridMultilevel"/>
    <w:tmpl w:val="484ABD62"/>
    <w:lvl w:ilvl="0" w:tplc="BAEEDECE">
      <w:start w:val="1"/>
      <w:numFmt w:val="bullet"/>
      <w:pStyle w:val="Level1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656DC1"/>
    <w:multiLevelType w:val="hybridMultilevel"/>
    <w:tmpl w:val="BC1CEE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0D1821"/>
    <w:multiLevelType w:val="hybridMultilevel"/>
    <w:tmpl w:val="B422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2F6AE0"/>
    <w:multiLevelType w:val="hybridMultilevel"/>
    <w:tmpl w:val="DF7AC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4CF6E75"/>
    <w:multiLevelType w:val="hybridMultilevel"/>
    <w:tmpl w:val="F8DE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66DC02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E5D73"/>
    <w:multiLevelType w:val="hybridMultilevel"/>
    <w:tmpl w:val="BB425026"/>
    <w:lvl w:ilvl="0" w:tplc="FFFFFFFF">
      <w:start w:val="1"/>
      <w:numFmt w:val="bullet"/>
      <w:pStyle w:val="Level1BulletChar"/>
      <w:lvlText w:val=""/>
      <w:lvlJc w:val="left"/>
      <w:pPr>
        <w:tabs>
          <w:tab w:val="num" w:pos="810"/>
        </w:tabs>
        <w:ind w:left="810" w:hanging="72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CB5576"/>
    <w:multiLevelType w:val="hybridMultilevel"/>
    <w:tmpl w:val="A7747E0C"/>
    <w:lvl w:ilvl="0" w:tplc="EA66DC0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EB18A7"/>
    <w:multiLevelType w:val="hybridMultilevel"/>
    <w:tmpl w:val="E9109A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442259D"/>
    <w:multiLevelType w:val="hybridMultilevel"/>
    <w:tmpl w:val="840EA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E20690"/>
    <w:multiLevelType w:val="hybridMultilevel"/>
    <w:tmpl w:val="71BE0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9A5AC7"/>
    <w:multiLevelType w:val="hybridMultilevel"/>
    <w:tmpl w:val="CDC24950"/>
    <w:lvl w:ilvl="0" w:tplc="F7564C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F45DB"/>
    <w:multiLevelType w:val="hybridMultilevel"/>
    <w:tmpl w:val="505652BE"/>
    <w:lvl w:ilvl="0" w:tplc="50A8A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D61B46"/>
    <w:multiLevelType w:val="hybridMultilevel"/>
    <w:tmpl w:val="EACC416C"/>
    <w:lvl w:ilvl="0" w:tplc="04090001">
      <w:start w:val="1"/>
      <w:numFmt w:val="bullet"/>
      <w:pStyle w:val="MarginBulletCha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82D6B"/>
    <w:multiLevelType w:val="hybridMultilevel"/>
    <w:tmpl w:val="21447B4A"/>
    <w:lvl w:ilvl="0" w:tplc="E65261A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2290F"/>
    <w:multiLevelType w:val="hybridMultilevel"/>
    <w:tmpl w:val="9B70B9B2"/>
    <w:lvl w:ilvl="0" w:tplc="38AEEB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35084"/>
    <w:multiLevelType w:val="hybridMultilevel"/>
    <w:tmpl w:val="1A34B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D32BC"/>
    <w:multiLevelType w:val="hybridMultilevel"/>
    <w:tmpl w:val="893AD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B0C59"/>
    <w:multiLevelType w:val="hybridMultilevel"/>
    <w:tmpl w:val="9162CE9A"/>
    <w:lvl w:ilvl="0" w:tplc="04090019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9" w15:restartNumberingAfterBreak="0">
    <w:nsid w:val="756B5FC1"/>
    <w:multiLevelType w:val="hybridMultilevel"/>
    <w:tmpl w:val="759A0B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853756">
    <w:abstractNumId w:val="15"/>
  </w:num>
  <w:num w:numId="2" w16cid:durableId="1543708345">
    <w:abstractNumId w:val="16"/>
  </w:num>
  <w:num w:numId="3" w16cid:durableId="1652177668">
    <w:abstractNumId w:val="3"/>
  </w:num>
  <w:num w:numId="4" w16cid:durableId="1475097428">
    <w:abstractNumId w:val="2"/>
  </w:num>
  <w:num w:numId="5" w16cid:durableId="1713190743">
    <w:abstractNumId w:val="1"/>
  </w:num>
  <w:num w:numId="6" w16cid:durableId="1151412772">
    <w:abstractNumId w:val="0"/>
  </w:num>
  <w:num w:numId="7" w16cid:durableId="1788770028">
    <w:abstractNumId w:val="33"/>
  </w:num>
  <w:num w:numId="8" w16cid:durableId="2128741938">
    <w:abstractNumId w:val="29"/>
  </w:num>
  <w:num w:numId="9" w16cid:durableId="1323587815">
    <w:abstractNumId w:val="12"/>
  </w:num>
  <w:num w:numId="10" w16cid:durableId="1327705750">
    <w:abstractNumId w:val="27"/>
  </w:num>
  <w:num w:numId="11" w16cid:durableId="1575892123">
    <w:abstractNumId w:val="25"/>
  </w:num>
  <w:num w:numId="12" w16cid:durableId="1373535189">
    <w:abstractNumId w:val="28"/>
  </w:num>
  <w:num w:numId="13" w16cid:durableId="1763574810">
    <w:abstractNumId w:val="4"/>
  </w:num>
  <w:num w:numId="14" w16cid:durableId="213658640">
    <w:abstractNumId w:val="26"/>
  </w:num>
  <w:num w:numId="15" w16cid:durableId="619726691">
    <w:abstractNumId w:val="19"/>
  </w:num>
  <w:num w:numId="16" w16cid:durableId="1978877931">
    <w:abstractNumId w:val="13"/>
  </w:num>
  <w:num w:numId="17" w16cid:durableId="1491287523">
    <w:abstractNumId w:val="30"/>
  </w:num>
  <w:num w:numId="18" w16cid:durableId="1737701663">
    <w:abstractNumId w:val="10"/>
  </w:num>
  <w:num w:numId="19" w16cid:durableId="309405763">
    <w:abstractNumId w:val="21"/>
  </w:num>
  <w:num w:numId="20" w16cid:durableId="1539320545">
    <w:abstractNumId w:val="20"/>
  </w:num>
  <w:num w:numId="21" w16cid:durableId="890921309">
    <w:abstractNumId w:val="6"/>
  </w:num>
  <w:num w:numId="22" w16cid:durableId="20327405">
    <w:abstractNumId w:val="32"/>
  </w:num>
  <w:num w:numId="23" w16cid:durableId="1314409850">
    <w:abstractNumId w:val="7"/>
  </w:num>
  <w:num w:numId="24" w16cid:durableId="1399106">
    <w:abstractNumId w:val="39"/>
  </w:num>
  <w:num w:numId="25" w16cid:durableId="2106535105">
    <w:abstractNumId w:val="24"/>
  </w:num>
  <w:num w:numId="26" w16cid:durableId="449204275">
    <w:abstractNumId w:val="37"/>
  </w:num>
  <w:num w:numId="27" w16cid:durableId="1915820742">
    <w:abstractNumId w:val="38"/>
  </w:num>
  <w:num w:numId="28" w16cid:durableId="1459452176">
    <w:abstractNumId w:val="14"/>
  </w:num>
  <w:num w:numId="29" w16cid:durableId="848448345">
    <w:abstractNumId w:val="34"/>
  </w:num>
  <w:num w:numId="30" w16cid:durableId="1772893740">
    <w:abstractNumId w:val="23"/>
  </w:num>
  <w:num w:numId="31" w16cid:durableId="111286050">
    <w:abstractNumId w:val="5"/>
  </w:num>
  <w:num w:numId="32" w16cid:durableId="904922068">
    <w:abstractNumId w:val="9"/>
  </w:num>
  <w:num w:numId="33" w16cid:durableId="173954714">
    <w:abstractNumId w:val="18"/>
  </w:num>
  <w:num w:numId="34" w16cid:durableId="287318744">
    <w:abstractNumId w:val="22"/>
  </w:num>
  <w:num w:numId="35" w16cid:durableId="1771077078">
    <w:abstractNumId w:val="17"/>
  </w:num>
  <w:num w:numId="36" w16cid:durableId="1060863978">
    <w:abstractNumId w:val="8"/>
  </w:num>
  <w:num w:numId="37" w16cid:durableId="2111779332">
    <w:abstractNumId w:val="36"/>
  </w:num>
  <w:num w:numId="38" w16cid:durableId="16087177">
    <w:abstractNumId w:val="31"/>
  </w:num>
  <w:num w:numId="39" w16cid:durableId="2018269072">
    <w:abstractNumId w:val="11"/>
  </w:num>
  <w:num w:numId="40" w16cid:durableId="1745637531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DateAndTime/>
  <w:proofState w:grammar="clean"/>
  <w:attachedTemplate r:id="rId1"/>
  <w:doNotTrackMoves/>
  <w:defaultTabStop w:val="720"/>
  <w:drawingGridHorizontalSpacing w:val="115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227"/>
    <w:rsid w:val="00001F22"/>
    <w:rsid w:val="000106BD"/>
    <w:rsid w:val="0002154C"/>
    <w:rsid w:val="00047129"/>
    <w:rsid w:val="00057C40"/>
    <w:rsid w:val="00063141"/>
    <w:rsid w:val="000741BD"/>
    <w:rsid w:val="00075685"/>
    <w:rsid w:val="000769F2"/>
    <w:rsid w:val="0007728B"/>
    <w:rsid w:val="000825DD"/>
    <w:rsid w:val="00096363"/>
    <w:rsid w:val="000B3066"/>
    <w:rsid w:val="000B53FC"/>
    <w:rsid w:val="000D633A"/>
    <w:rsid w:val="000F52ED"/>
    <w:rsid w:val="000F52F2"/>
    <w:rsid w:val="0010269C"/>
    <w:rsid w:val="00102BD3"/>
    <w:rsid w:val="001074CE"/>
    <w:rsid w:val="001178A7"/>
    <w:rsid w:val="00133B4B"/>
    <w:rsid w:val="001448F9"/>
    <w:rsid w:val="00145968"/>
    <w:rsid w:val="00151527"/>
    <w:rsid w:val="0015266A"/>
    <w:rsid w:val="00152D46"/>
    <w:rsid w:val="00155A7E"/>
    <w:rsid w:val="0016387B"/>
    <w:rsid w:val="00164461"/>
    <w:rsid w:val="00184727"/>
    <w:rsid w:val="00197EEE"/>
    <w:rsid w:val="001A2F45"/>
    <w:rsid w:val="001A68A4"/>
    <w:rsid w:val="001B3B23"/>
    <w:rsid w:val="001C2908"/>
    <w:rsid w:val="001C3082"/>
    <w:rsid w:val="001C6DD4"/>
    <w:rsid w:val="001D0EB9"/>
    <w:rsid w:val="001D1B42"/>
    <w:rsid w:val="001D3672"/>
    <w:rsid w:val="001D380C"/>
    <w:rsid w:val="001D463D"/>
    <w:rsid w:val="001E04FB"/>
    <w:rsid w:val="001E0F39"/>
    <w:rsid w:val="001E1CD9"/>
    <w:rsid w:val="001E314C"/>
    <w:rsid w:val="001E5559"/>
    <w:rsid w:val="001E6614"/>
    <w:rsid w:val="001F1378"/>
    <w:rsid w:val="0020112D"/>
    <w:rsid w:val="00211B0D"/>
    <w:rsid w:val="00227745"/>
    <w:rsid w:val="00233A95"/>
    <w:rsid w:val="00245B83"/>
    <w:rsid w:val="00252839"/>
    <w:rsid w:val="00256660"/>
    <w:rsid w:val="00256861"/>
    <w:rsid w:val="00261C28"/>
    <w:rsid w:val="00263ACE"/>
    <w:rsid w:val="002651E0"/>
    <w:rsid w:val="002664DE"/>
    <w:rsid w:val="00266FB9"/>
    <w:rsid w:val="00272ADE"/>
    <w:rsid w:val="00294406"/>
    <w:rsid w:val="002A20E1"/>
    <w:rsid w:val="002A3A2E"/>
    <w:rsid w:val="002B493B"/>
    <w:rsid w:val="002B6EC2"/>
    <w:rsid w:val="002C2853"/>
    <w:rsid w:val="002C33F1"/>
    <w:rsid w:val="002C60D0"/>
    <w:rsid w:val="002F7127"/>
    <w:rsid w:val="00300354"/>
    <w:rsid w:val="00305681"/>
    <w:rsid w:val="00307077"/>
    <w:rsid w:val="00311D93"/>
    <w:rsid w:val="00315B97"/>
    <w:rsid w:val="0033471F"/>
    <w:rsid w:val="00334D17"/>
    <w:rsid w:val="0034579F"/>
    <w:rsid w:val="0034731B"/>
    <w:rsid w:val="003613BD"/>
    <w:rsid w:val="003650B9"/>
    <w:rsid w:val="003815CB"/>
    <w:rsid w:val="003866DC"/>
    <w:rsid w:val="00390705"/>
    <w:rsid w:val="003907C7"/>
    <w:rsid w:val="003917DD"/>
    <w:rsid w:val="0039421A"/>
    <w:rsid w:val="00394731"/>
    <w:rsid w:val="00397B2B"/>
    <w:rsid w:val="003A2535"/>
    <w:rsid w:val="003A677B"/>
    <w:rsid w:val="003B12D0"/>
    <w:rsid w:val="003B5F5E"/>
    <w:rsid w:val="003C2CB2"/>
    <w:rsid w:val="003C4B54"/>
    <w:rsid w:val="003D0D49"/>
    <w:rsid w:val="003D2308"/>
    <w:rsid w:val="003D61E4"/>
    <w:rsid w:val="003F0AB0"/>
    <w:rsid w:val="00404D58"/>
    <w:rsid w:val="00407231"/>
    <w:rsid w:val="00407FE2"/>
    <w:rsid w:val="004131D5"/>
    <w:rsid w:val="00415828"/>
    <w:rsid w:val="00431402"/>
    <w:rsid w:val="00440207"/>
    <w:rsid w:val="0044527D"/>
    <w:rsid w:val="00446E21"/>
    <w:rsid w:val="00447B63"/>
    <w:rsid w:val="004601F3"/>
    <w:rsid w:val="00473D72"/>
    <w:rsid w:val="004742C1"/>
    <w:rsid w:val="004828AD"/>
    <w:rsid w:val="004A1129"/>
    <w:rsid w:val="004A3634"/>
    <w:rsid w:val="004B02A4"/>
    <w:rsid w:val="004C25A0"/>
    <w:rsid w:val="004D72C8"/>
    <w:rsid w:val="004F608D"/>
    <w:rsid w:val="00501605"/>
    <w:rsid w:val="005050F1"/>
    <w:rsid w:val="00506159"/>
    <w:rsid w:val="00535F25"/>
    <w:rsid w:val="00542291"/>
    <w:rsid w:val="005425F8"/>
    <w:rsid w:val="00551EDA"/>
    <w:rsid w:val="005817AB"/>
    <w:rsid w:val="00582E70"/>
    <w:rsid w:val="00596011"/>
    <w:rsid w:val="005A44A1"/>
    <w:rsid w:val="005B0057"/>
    <w:rsid w:val="005B3932"/>
    <w:rsid w:val="005C1C1B"/>
    <w:rsid w:val="005C46BC"/>
    <w:rsid w:val="005D69F2"/>
    <w:rsid w:val="005F5115"/>
    <w:rsid w:val="005F76BC"/>
    <w:rsid w:val="006057CB"/>
    <w:rsid w:val="0061196F"/>
    <w:rsid w:val="00615A4B"/>
    <w:rsid w:val="00637919"/>
    <w:rsid w:val="00642A9E"/>
    <w:rsid w:val="00653033"/>
    <w:rsid w:val="0065692B"/>
    <w:rsid w:val="00656FB1"/>
    <w:rsid w:val="006653E1"/>
    <w:rsid w:val="0066693C"/>
    <w:rsid w:val="00687905"/>
    <w:rsid w:val="006958BE"/>
    <w:rsid w:val="006A33F8"/>
    <w:rsid w:val="006A37FB"/>
    <w:rsid w:val="006B23F1"/>
    <w:rsid w:val="006B4841"/>
    <w:rsid w:val="006B6B32"/>
    <w:rsid w:val="006C6A71"/>
    <w:rsid w:val="006D0281"/>
    <w:rsid w:val="006E20E5"/>
    <w:rsid w:val="006F5464"/>
    <w:rsid w:val="00717D49"/>
    <w:rsid w:val="0072082A"/>
    <w:rsid w:val="007259F8"/>
    <w:rsid w:val="007340CA"/>
    <w:rsid w:val="007366F4"/>
    <w:rsid w:val="00741CC3"/>
    <w:rsid w:val="00742F74"/>
    <w:rsid w:val="00743A83"/>
    <w:rsid w:val="0074598F"/>
    <w:rsid w:val="00750F62"/>
    <w:rsid w:val="00761DC1"/>
    <w:rsid w:val="00763A51"/>
    <w:rsid w:val="0077660A"/>
    <w:rsid w:val="007805A2"/>
    <w:rsid w:val="007A157C"/>
    <w:rsid w:val="007A5B80"/>
    <w:rsid w:val="007B106D"/>
    <w:rsid w:val="007B2A42"/>
    <w:rsid w:val="007B406E"/>
    <w:rsid w:val="007C0B95"/>
    <w:rsid w:val="007C5455"/>
    <w:rsid w:val="00806270"/>
    <w:rsid w:val="00807110"/>
    <w:rsid w:val="008109A4"/>
    <w:rsid w:val="0082230A"/>
    <w:rsid w:val="0082517A"/>
    <w:rsid w:val="00830C41"/>
    <w:rsid w:val="00835FCB"/>
    <w:rsid w:val="00840FA9"/>
    <w:rsid w:val="00841D5C"/>
    <w:rsid w:val="0085375C"/>
    <w:rsid w:val="00855472"/>
    <w:rsid w:val="00860462"/>
    <w:rsid w:val="008650CE"/>
    <w:rsid w:val="00882DF8"/>
    <w:rsid w:val="00884D5E"/>
    <w:rsid w:val="00893AA6"/>
    <w:rsid w:val="008B26A4"/>
    <w:rsid w:val="008C0D65"/>
    <w:rsid w:val="008C7689"/>
    <w:rsid w:val="008D0AC2"/>
    <w:rsid w:val="008D1EF8"/>
    <w:rsid w:val="008D55B4"/>
    <w:rsid w:val="008D7CFB"/>
    <w:rsid w:val="008E4B06"/>
    <w:rsid w:val="0090027D"/>
    <w:rsid w:val="009129F1"/>
    <w:rsid w:val="00915DE1"/>
    <w:rsid w:val="0092584A"/>
    <w:rsid w:val="00925FE6"/>
    <w:rsid w:val="00930F84"/>
    <w:rsid w:val="00936BCE"/>
    <w:rsid w:val="009420DB"/>
    <w:rsid w:val="00943A7E"/>
    <w:rsid w:val="00944E8E"/>
    <w:rsid w:val="00950227"/>
    <w:rsid w:val="00961107"/>
    <w:rsid w:val="00977212"/>
    <w:rsid w:val="0098331D"/>
    <w:rsid w:val="00987B4C"/>
    <w:rsid w:val="00995969"/>
    <w:rsid w:val="009B2F32"/>
    <w:rsid w:val="009B6CD2"/>
    <w:rsid w:val="009C48BC"/>
    <w:rsid w:val="009D2E00"/>
    <w:rsid w:val="009E4C17"/>
    <w:rsid w:val="009E5AFD"/>
    <w:rsid w:val="009E6625"/>
    <w:rsid w:val="009F2152"/>
    <w:rsid w:val="00A00013"/>
    <w:rsid w:val="00A0733A"/>
    <w:rsid w:val="00A12832"/>
    <w:rsid w:val="00A315C9"/>
    <w:rsid w:val="00A407AF"/>
    <w:rsid w:val="00A40B64"/>
    <w:rsid w:val="00A534B3"/>
    <w:rsid w:val="00A55B8C"/>
    <w:rsid w:val="00A707D6"/>
    <w:rsid w:val="00A73AC1"/>
    <w:rsid w:val="00AA6759"/>
    <w:rsid w:val="00AB1C30"/>
    <w:rsid w:val="00AB54BF"/>
    <w:rsid w:val="00AC017B"/>
    <w:rsid w:val="00AC039E"/>
    <w:rsid w:val="00AC06D6"/>
    <w:rsid w:val="00AC5D1E"/>
    <w:rsid w:val="00AD375E"/>
    <w:rsid w:val="00AE6BE3"/>
    <w:rsid w:val="00AE7658"/>
    <w:rsid w:val="00AF0385"/>
    <w:rsid w:val="00AF709B"/>
    <w:rsid w:val="00AF72DC"/>
    <w:rsid w:val="00B031C1"/>
    <w:rsid w:val="00B056DA"/>
    <w:rsid w:val="00B122B9"/>
    <w:rsid w:val="00B431FA"/>
    <w:rsid w:val="00B45D11"/>
    <w:rsid w:val="00B56F57"/>
    <w:rsid w:val="00B72492"/>
    <w:rsid w:val="00B968AA"/>
    <w:rsid w:val="00BA1DC0"/>
    <w:rsid w:val="00BA2414"/>
    <w:rsid w:val="00BA3E03"/>
    <w:rsid w:val="00BC3DF6"/>
    <w:rsid w:val="00BC676A"/>
    <w:rsid w:val="00BD3E7E"/>
    <w:rsid w:val="00C1224F"/>
    <w:rsid w:val="00C15505"/>
    <w:rsid w:val="00C41933"/>
    <w:rsid w:val="00C4381F"/>
    <w:rsid w:val="00C4524F"/>
    <w:rsid w:val="00C54987"/>
    <w:rsid w:val="00C60CAC"/>
    <w:rsid w:val="00C7118A"/>
    <w:rsid w:val="00C7249E"/>
    <w:rsid w:val="00CA1B2B"/>
    <w:rsid w:val="00CA743A"/>
    <w:rsid w:val="00CB2E83"/>
    <w:rsid w:val="00CB58D1"/>
    <w:rsid w:val="00CB7817"/>
    <w:rsid w:val="00CC0477"/>
    <w:rsid w:val="00CD2220"/>
    <w:rsid w:val="00CD6076"/>
    <w:rsid w:val="00CD6209"/>
    <w:rsid w:val="00CF054A"/>
    <w:rsid w:val="00CF3090"/>
    <w:rsid w:val="00D04333"/>
    <w:rsid w:val="00D07EA1"/>
    <w:rsid w:val="00D10A93"/>
    <w:rsid w:val="00D1607E"/>
    <w:rsid w:val="00D177F4"/>
    <w:rsid w:val="00D20C26"/>
    <w:rsid w:val="00D26649"/>
    <w:rsid w:val="00D26881"/>
    <w:rsid w:val="00D33BBA"/>
    <w:rsid w:val="00D3510D"/>
    <w:rsid w:val="00D41470"/>
    <w:rsid w:val="00D470B2"/>
    <w:rsid w:val="00D82270"/>
    <w:rsid w:val="00D867C5"/>
    <w:rsid w:val="00D87CFB"/>
    <w:rsid w:val="00DA4A4B"/>
    <w:rsid w:val="00DB2B8B"/>
    <w:rsid w:val="00DC22FF"/>
    <w:rsid w:val="00DC3267"/>
    <w:rsid w:val="00DC3469"/>
    <w:rsid w:val="00DC6145"/>
    <w:rsid w:val="00DF0FFF"/>
    <w:rsid w:val="00DF327D"/>
    <w:rsid w:val="00E026AB"/>
    <w:rsid w:val="00E14163"/>
    <w:rsid w:val="00E21C1A"/>
    <w:rsid w:val="00E236AF"/>
    <w:rsid w:val="00E42551"/>
    <w:rsid w:val="00E62E9F"/>
    <w:rsid w:val="00E64FE7"/>
    <w:rsid w:val="00EB106D"/>
    <w:rsid w:val="00EB1E98"/>
    <w:rsid w:val="00EB367F"/>
    <w:rsid w:val="00ED22E7"/>
    <w:rsid w:val="00ED51EC"/>
    <w:rsid w:val="00EE0FF2"/>
    <w:rsid w:val="00EE214A"/>
    <w:rsid w:val="00EE25BA"/>
    <w:rsid w:val="00EE3E23"/>
    <w:rsid w:val="00EE4062"/>
    <w:rsid w:val="00EE5594"/>
    <w:rsid w:val="00F00EA2"/>
    <w:rsid w:val="00F23760"/>
    <w:rsid w:val="00F3521D"/>
    <w:rsid w:val="00F46ED8"/>
    <w:rsid w:val="00F60B83"/>
    <w:rsid w:val="00F636BD"/>
    <w:rsid w:val="00F63D57"/>
    <w:rsid w:val="00F64450"/>
    <w:rsid w:val="00F67E78"/>
    <w:rsid w:val="00F86E10"/>
    <w:rsid w:val="00F9546A"/>
    <w:rsid w:val="00FA7BA1"/>
    <w:rsid w:val="00FB2CBB"/>
    <w:rsid w:val="00FB41B3"/>
    <w:rsid w:val="00FC49AF"/>
    <w:rsid w:val="00FC72F5"/>
    <w:rsid w:val="00FE0FFF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oNotEmbedSmartTags/>
  <w:decimalSymbol w:val="."/>
  <w:listSeparator w:val=","/>
  <w14:docId w14:val="38A5DDB9"/>
  <w15:docId w15:val="{4331D6BA-0B0A-45AD-BE3F-8D0A47BE2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w Cen MT" w:eastAsia="Tw Cen MT" w:hAnsi="Tw Cen MT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660"/>
    <w:pPr>
      <w:spacing w:after="180" w:line="264" w:lineRule="auto"/>
    </w:pPr>
    <w:rPr>
      <w:rFonts w:ascii="Times New Roman" w:hAnsi="Times New Roman"/>
      <w:sz w:val="23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506159"/>
    <w:pPr>
      <w:spacing w:before="300" w:after="80" w:line="240" w:lineRule="auto"/>
      <w:outlineLvl w:val="0"/>
    </w:pPr>
    <w:rPr>
      <w:rFonts w:ascii="Futura Std Book" w:hAnsi="Futura Std Book"/>
      <w:caps/>
      <w:color w:val="00467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3B23"/>
    <w:pPr>
      <w:spacing w:before="240" w:after="80"/>
      <w:outlineLvl w:val="1"/>
    </w:pPr>
    <w:rPr>
      <w:rFonts w:ascii="Futura Std Light" w:hAnsi="Futura Std Light"/>
      <w:i/>
      <w:color w:val="00467E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B23"/>
    <w:pPr>
      <w:spacing w:before="240" w:after="60"/>
      <w:outlineLvl w:val="2"/>
    </w:pPr>
    <w:rPr>
      <w:rFonts w:ascii="Futura Std Light" w:hAnsi="Futura Std Light"/>
      <w:color w:val="000000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AC039E"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AC039E"/>
    <w:pPr>
      <w:spacing w:before="200" w:after="0"/>
      <w:outlineLvl w:val="4"/>
    </w:pPr>
    <w:rPr>
      <w:b/>
      <w:color w:val="775F55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39E"/>
    <w:pPr>
      <w:spacing w:after="0"/>
      <w:outlineLvl w:val="5"/>
    </w:pPr>
    <w:rPr>
      <w:b/>
      <w:color w:val="DD8047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39E"/>
    <w:pPr>
      <w:spacing w:after="0"/>
      <w:outlineLvl w:val="6"/>
    </w:pPr>
    <w:rPr>
      <w:smallCaps/>
      <w:color w:val="000000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39E"/>
    <w:pPr>
      <w:spacing w:after="0"/>
      <w:outlineLvl w:val="7"/>
    </w:pPr>
    <w:rPr>
      <w:b/>
      <w:i/>
      <w:color w:val="94B6D2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39E"/>
    <w:pPr>
      <w:spacing w:after="0"/>
      <w:outlineLvl w:val="8"/>
    </w:pPr>
    <w:rPr>
      <w:b/>
      <w:caps/>
      <w:color w:val="A5AB81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06159"/>
    <w:rPr>
      <w:rFonts w:ascii="Futura Std Book" w:hAnsi="Futura Std Book" w:cs="Times New Roman"/>
      <w:caps/>
      <w:color w:val="00467E"/>
      <w:sz w:val="32"/>
      <w:szCs w:val="32"/>
      <w:lang w:eastAsia="ja-JP"/>
    </w:rPr>
  </w:style>
  <w:style w:type="character" w:customStyle="1" w:styleId="Heading2Char">
    <w:name w:val="Heading 2 Char"/>
    <w:link w:val="Heading2"/>
    <w:uiPriority w:val="9"/>
    <w:rsid w:val="001B3B23"/>
    <w:rPr>
      <w:rFonts w:ascii="Futura Std Light" w:hAnsi="Futura Std Light" w:cs="Times New Roman"/>
      <w:i/>
      <w:color w:val="00467E"/>
      <w:spacing w:val="20"/>
      <w:sz w:val="28"/>
      <w:szCs w:val="28"/>
      <w:lang w:eastAsia="ja-JP"/>
    </w:rPr>
  </w:style>
  <w:style w:type="character" w:customStyle="1" w:styleId="Heading3Char">
    <w:name w:val="Heading 3 Char"/>
    <w:link w:val="Heading3"/>
    <w:uiPriority w:val="9"/>
    <w:rsid w:val="001B3B23"/>
    <w:rPr>
      <w:rFonts w:ascii="Futura Std Light" w:hAnsi="Futura Std Light" w:cs="Times New Roman"/>
      <w:color w:val="000000"/>
      <w:spacing w:val="10"/>
      <w:sz w:val="23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C03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C039E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AC03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C039E"/>
    <w:rPr>
      <w:rFonts w:cs="Times New Roman"/>
      <w:sz w:val="23"/>
      <w:szCs w:val="20"/>
      <w:lang w:eastAsia="ja-JP"/>
    </w:rPr>
  </w:style>
  <w:style w:type="paragraph" w:styleId="IntenseQuote">
    <w:name w:val="Intense Quote"/>
    <w:basedOn w:val="Normal"/>
    <w:link w:val="IntenseQuoteChar"/>
    <w:uiPriority w:val="30"/>
    <w:rsid w:val="00AC039E"/>
    <w:pPr>
      <w:pBdr>
        <w:top w:val="double" w:sz="12" w:space="10" w:color="DD8047"/>
        <w:left w:val="double" w:sz="12" w:space="10" w:color="DD8047"/>
        <w:bottom w:val="double" w:sz="12" w:space="10" w:color="DD8047"/>
        <w:right w:val="double" w:sz="12" w:space="10" w:color="DD8047"/>
      </w:pBdr>
      <w:shd w:val="clear" w:color="auto" w:fill="FFFFFF"/>
      <w:spacing w:before="300" w:after="300"/>
      <w:ind w:left="720" w:right="720"/>
      <w:contextualSpacing/>
    </w:pPr>
    <w:rPr>
      <w:b/>
      <w:color w:val="DD8047"/>
    </w:rPr>
  </w:style>
  <w:style w:type="character" w:customStyle="1" w:styleId="IntenseQuoteChar">
    <w:name w:val="Intense Quote Char"/>
    <w:link w:val="IntenseQuote"/>
    <w:uiPriority w:val="30"/>
    <w:rsid w:val="00AC039E"/>
    <w:rPr>
      <w:rFonts w:cs="Times New Roman"/>
      <w:b/>
      <w:color w:val="DD8047"/>
      <w:sz w:val="23"/>
      <w:szCs w:val="20"/>
      <w:shd w:val="clear" w:color="auto" w:fill="FFFFFF"/>
      <w:lang w:eastAsia="ja-JP"/>
    </w:rPr>
  </w:style>
  <w:style w:type="paragraph" w:styleId="Subtitle">
    <w:name w:val="Subtitle"/>
    <w:basedOn w:val="Normal"/>
    <w:link w:val="SubtitleChar"/>
    <w:uiPriority w:val="11"/>
    <w:qFormat/>
    <w:rsid w:val="00506159"/>
    <w:pPr>
      <w:spacing w:after="720" w:line="240" w:lineRule="auto"/>
    </w:pPr>
    <w:rPr>
      <w:rFonts w:ascii="Futura Std Book" w:hAnsi="Futura Std Book"/>
      <w:b/>
      <w:caps/>
      <w:color w:val="FFA616"/>
      <w:spacing w:val="50"/>
      <w:sz w:val="24"/>
      <w:szCs w:val="22"/>
    </w:rPr>
  </w:style>
  <w:style w:type="character" w:customStyle="1" w:styleId="SubtitleChar">
    <w:name w:val="Subtitle Char"/>
    <w:link w:val="Subtitle"/>
    <w:uiPriority w:val="11"/>
    <w:rsid w:val="00506159"/>
    <w:rPr>
      <w:rFonts w:ascii="Futura Std Book" w:hAnsi="Futura Std Book" w:cs="Times New Roman"/>
      <w:b/>
      <w:caps/>
      <w:color w:val="FFA616"/>
      <w:spacing w:val="50"/>
      <w:sz w:val="24"/>
      <w:lang w:eastAsia="ja-JP"/>
    </w:rPr>
  </w:style>
  <w:style w:type="paragraph" w:styleId="Title">
    <w:name w:val="Title"/>
    <w:basedOn w:val="Normal"/>
    <w:link w:val="TitleChar"/>
    <w:uiPriority w:val="10"/>
    <w:qFormat/>
    <w:rsid w:val="00506159"/>
    <w:pPr>
      <w:spacing w:after="0" w:line="240" w:lineRule="auto"/>
    </w:pPr>
    <w:rPr>
      <w:rFonts w:ascii="Futura Std Book" w:hAnsi="Futura Std Book"/>
      <w:color w:val="00467E"/>
      <w:sz w:val="56"/>
      <w:szCs w:val="48"/>
    </w:rPr>
  </w:style>
  <w:style w:type="character" w:customStyle="1" w:styleId="TitleChar">
    <w:name w:val="Title Char"/>
    <w:link w:val="Title"/>
    <w:uiPriority w:val="10"/>
    <w:rsid w:val="00506159"/>
    <w:rPr>
      <w:rFonts w:ascii="Futura Std Book" w:hAnsi="Futura Std Book" w:cs="Times New Roman"/>
      <w:color w:val="00467E"/>
      <w:sz w:val="56"/>
      <w:szCs w:val="4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C039E"/>
    <w:rPr>
      <w:rFonts w:ascii="Tahoma" w:hAnsi="Tahoma" w:cs="Tahoma"/>
      <w:sz w:val="16"/>
      <w:szCs w:val="16"/>
      <w:lang w:eastAsia="ja-JP"/>
    </w:rPr>
  </w:style>
  <w:style w:type="character" w:styleId="BookTitle">
    <w:name w:val="Book Title"/>
    <w:uiPriority w:val="33"/>
    <w:rsid w:val="00AC039E"/>
    <w:rPr>
      <w:rFonts w:ascii="Tw Cen MT" w:hAnsi="Tw Cen MT" w:cs="Times New Roman"/>
      <w:i/>
      <w:color w:val="775F55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sid w:val="00AC039E"/>
    <w:rPr>
      <w:b/>
      <w:bCs/>
      <w:caps/>
      <w:sz w:val="16"/>
      <w:szCs w:val="18"/>
    </w:rPr>
  </w:style>
  <w:style w:type="character" w:styleId="Emphasis">
    <w:name w:val="Emphasis"/>
    <w:uiPriority w:val="20"/>
    <w:qFormat/>
    <w:rsid w:val="001B3B23"/>
    <w:rPr>
      <w:rFonts w:ascii="Times New Roman" w:hAnsi="Times New Roman"/>
      <w:b/>
      <w:i/>
      <w:color w:val="00467E"/>
      <w:spacing w:val="10"/>
      <w:sz w:val="23"/>
    </w:rPr>
  </w:style>
  <w:style w:type="character" w:customStyle="1" w:styleId="Heading4Char">
    <w:name w:val="Heading 4 Char"/>
    <w:link w:val="Heading4"/>
    <w:uiPriority w:val="9"/>
    <w:rsid w:val="00AC039E"/>
    <w:rPr>
      <w:rFonts w:cs="Times New Roman"/>
      <w:caps/>
      <w:spacing w:val="14"/>
      <w:lang w:eastAsia="ja-JP"/>
    </w:rPr>
  </w:style>
  <w:style w:type="character" w:customStyle="1" w:styleId="Heading5Char">
    <w:name w:val="Heading 5 Char"/>
    <w:link w:val="Heading5"/>
    <w:uiPriority w:val="9"/>
    <w:semiHidden/>
    <w:rsid w:val="00AC039E"/>
    <w:rPr>
      <w:rFonts w:cs="Times New Roman"/>
      <w:b/>
      <w:color w:val="775F55"/>
      <w:spacing w:val="10"/>
      <w:sz w:val="23"/>
      <w:szCs w:val="26"/>
      <w:lang w:eastAsia="ja-JP"/>
    </w:rPr>
  </w:style>
  <w:style w:type="character" w:customStyle="1" w:styleId="Heading6Char">
    <w:name w:val="Heading 6 Char"/>
    <w:link w:val="Heading6"/>
    <w:uiPriority w:val="9"/>
    <w:semiHidden/>
    <w:rsid w:val="00AC039E"/>
    <w:rPr>
      <w:rFonts w:cs="Times New Roman"/>
      <w:b/>
      <w:color w:val="DD8047"/>
      <w:spacing w:val="10"/>
      <w:sz w:val="23"/>
      <w:szCs w:val="20"/>
      <w:lang w:eastAsia="ja-JP"/>
    </w:rPr>
  </w:style>
  <w:style w:type="character" w:customStyle="1" w:styleId="Heading7Char">
    <w:name w:val="Heading 7 Char"/>
    <w:link w:val="Heading7"/>
    <w:uiPriority w:val="9"/>
    <w:semiHidden/>
    <w:rsid w:val="00AC039E"/>
    <w:rPr>
      <w:rFonts w:cs="Times New Roman"/>
      <w:smallCaps/>
      <w:color w:val="000000"/>
      <w:spacing w:val="10"/>
      <w:sz w:val="23"/>
      <w:szCs w:val="20"/>
      <w:lang w:eastAsia="ja-JP"/>
    </w:rPr>
  </w:style>
  <w:style w:type="character" w:customStyle="1" w:styleId="Heading8Char">
    <w:name w:val="Heading 8 Char"/>
    <w:link w:val="Heading8"/>
    <w:uiPriority w:val="9"/>
    <w:semiHidden/>
    <w:rsid w:val="00AC039E"/>
    <w:rPr>
      <w:rFonts w:cs="Times New Roman"/>
      <w:b/>
      <w:i/>
      <w:color w:val="94B6D2"/>
      <w:spacing w:val="10"/>
      <w:sz w:val="24"/>
      <w:szCs w:val="20"/>
      <w:lang w:eastAsia="ja-JP"/>
    </w:rPr>
  </w:style>
  <w:style w:type="character" w:customStyle="1" w:styleId="Heading9Char">
    <w:name w:val="Heading 9 Char"/>
    <w:link w:val="Heading9"/>
    <w:uiPriority w:val="9"/>
    <w:semiHidden/>
    <w:rsid w:val="00AC039E"/>
    <w:rPr>
      <w:rFonts w:cs="Times New Roman"/>
      <w:b/>
      <w:caps/>
      <w:color w:val="A5AB81"/>
      <w:spacing w:val="40"/>
      <w:sz w:val="20"/>
      <w:szCs w:val="20"/>
      <w:lang w:eastAsia="ja-JP"/>
    </w:rPr>
  </w:style>
  <w:style w:type="character" w:styleId="Hyperlink">
    <w:name w:val="Hyperlink"/>
    <w:uiPriority w:val="99"/>
    <w:unhideWhenUsed/>
    <w:rsid w:val="00AC039E"/>
    <w:rPr>
      <w:color w:val="F7B615"/>
      <w:u w:val="single"/>
    </w:rPr>
  </w:style>
  <w:style w:type="character" w:styleId="IntenseEmphasis">
    <w:name w:val="Intense Emphasis"/>
    <w:uiPriority w:val="21"/>
    <w:rsid w:val="00AC039E"/>
    <w:rPr>
      <w:rFonts w:ascii="Tw Cen MT" w:hAnsi="Tw Cen MT"/>
      <w:b/>
      <w:dstrike w:val="0"/>
      <w:color w:val="DD8047"/>
      <w:spacing w:val="10"/>
      <w:w w:val="100"/>
      <w:kern w:val="0"/>
      <w:position w:val="0"/>
      <w:sz w:val="23"/>
      <w:vertAlign w:val="baseline"/>
    </w:rPr>
  </w:style>
  <w:style w:type="character" w:styleId="IntenseReference">
    <w:name w:val="Intense Reference"/>
    <w:uiPriority w:val="32"/>
    <w:rsid w:val="00AC039E"/>
    <w:rPr>
      <w:rFonts w:ascii="Tw Cen MT" w:hAnsi="Tw Cen MT"/>
      <w:b/>
      <w:caps/>
      <w:color w:val="94B6D2"/>
      <w:spacing w:val="10"/>
      <w:w w:val="100"/>
      <w:position w:val="0"/>
      <w:sz w:val="20"/>
      <w:szCs w:val="18"/>
      <w:u w:val="single" w:color="94B6D2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rsid w:val="00AC039E"/>
    <w:pPr>
      <w:ind w:left="360" w:hanging="360"/>
    </w:pPr>
  </w:style>
  <w:style w:type="paragraph" w:styleId="List2">
    <w:name w:val="List 2"/>
    <w:basedOn w:val="Normal"/>
    <w:uiPriority w:val="99"/>
    <w:semiHidden/>
    <w:unhideWhenUsed/>
    <w:rsid w:val="00AC039E"/>
    <w:pPr>
      <w:ind w:left="720" w:hanging="360"/>
    </w:pPr>
  </w:style>
  <w:style w:type="paragraph" w:styleId="ListBullet">
    <w:name w:val="List Bullet"/>
    <w:basedOn w:val="Normal"/>
    <w:uiPriority w:val="36"/>
    <w:unhideWhenUsed/>
    <w:rsid w:val="00AC039E"/>
    <w:pPr>
      <w:numPr>
        <w:numId w:val="2"/>
      </w:numPr>
    </w:pPr>
    <w:rPr>
      <w:sz w:val="24"/>
    </w:rPr>
  </w:style>
  <w:style w:type="paragraph" w:styleId="ListBullet2">
    <w:name w:val="List Bullet 2"/>
    <w:basedOn w:val="Normal"/>
    <w:uiPriority w:val="36"/>
    <w:unhideWhenUsed/>
    <w:rsid w:val="00AC039E"/>
    <w:pPr>
      <w:numPr>
        <w:numId w:val="3"/>
      </w:numPr>
    </w:pPr>
    <w:rPr>
      <w:color w:val="94B6D2"/>
    </w:rPr>
  </w:style>
  <w:style w:type="paragraph" w:styleId="ListBullet3">
    <w:name w:val="List Bullet 3"/>
    <w:basedOn w:val="Normal"/>
    <w:uiPriority w:val="36"/>
    <w:unhideWhenUsed/>
    <w:qFormat/>
    <w:rsid w:val="001B3B23"/>
    <w:pPr>
      <w:numPr>
        <w:numId w:val="4"/>
      </w:numPr>
    </w:pPr>
  </w:style>
  <w:style w:type="paragraph" w:styleId="ListBullet4">
    <w:name w:val="List Bullet 4"/>
    <w:basedOn w:val="Normal"/>
    <w:uiPriority w:val="36"/>
    <w:unhideWhenUsed/>
    <w:rsid w:val="00AC039E"/>
    <w:pPr>
      <w:numPr>
        <w:numId w:val="5"/>
      </w:numPr>
    </w:pPr>
    <w:rPr>
      <w:caps/>
      <w:spacing w:val="4"/>
    </w:rPr>
  </w:style>
  <w:style w:type="paragraph" w:styleId="ListBullet5">
    <w:name w:val="List Bullet 5"/>
    <w:basedOn w:val="Normal"/>
    <w:uiPriority w:val="36"/>
    <w:unhideWhenUsed/>
    <w:rsid w:val="00AC039E"/>
    <w:pPr>
      <w:numPr>
        <w:numId w:val="6"/>
      </w:numPr>
    </w:pPr>
  </w:style>
  <w:style w:type="paragraph" w:styleId="ListParagraph">
    <w:name w:val="List Paragraph"/>
    <w:basedOn w:val="Normal"/>
    <w:uiPriority w:val="34"/>
    <w:unhideWhenUsed/>
    <w:qFormat/>
    <w:rsid w:val="00AC039E"/>
    <w:pPr>
      <w:ind w:left="720"/>
      <w:contextualSpacing/>
    </w:pPr>
  </w:style>
  <w:style w:type="numbering" w:customStyle="1" w:styleId="MedianListStyle">
    <w:name w:val="Median List Style"/>
    <w:uiPriority w:val="99"/>
    <w:rsid w:val="00AC039E"/>
    <w:pPr>
      <w:numPr>
        <w:numId w:val="1"/>
      </w:numPr>
    </w:pPr>
  </w:style>
  <w:style w:type="paragraph" w:styleId="NoSpacing">
    <w:name w:val="No Spacing"/>
    <w:basedOn w:val="Normal"/>
    <w:link w:val="NoSpacingChar"/>
    <w:uiPriority w:val="1"/>
    <w:qFormat/>
    <w:rsid w:val="00AC039E"/>
    <w:pPr>
      <w:spacing w:after="0" w:line="240" w:lineRule="auto"/>
    </w:pPr>
  </w:style>
  <w:style w:type="paragraph" w:styleId="Quote">
    <w:name w:val="Quote"/>
    <w:basedOn w:val="Normal"/>
    <w:link w:val="QuoteChar"/>
    <w:uiPriority w:val="29"/>
    <w:rsid w:val="00AC039E"/>
    <w:rPr>
      <w:i/>
      <w:smallCaps/>
      <w:color w:val="775F55"/>
      <w:spacing w:val="6"/>
    </w:rPr>
  </w:style>
  <w:style w:type="character" w:customStyle="1" w:styleId="QuoteChar">
    <w:name w:val="Quote Char"/>
    <w:link w:val="Quote"/>
    <w:uiPriority w:val="29"/>
    <w:rsid w:val="00AC039E"/>
    <w:rPr>
      <w:rFonts w:cs="Times New Roman"/>
      <w:i/>
      <w:smallCaps/>
      <w:color w:val="775F55"/>
      <w:spacing w:val="6"/>
      <w:sz w:val="23"/>
      <w:szCs w:val="20"/>
      <w:lang w:eastAsia="ja-JP"/>
    </w:rPr>
  </w:style>
  <w:style w:type="character" w:styleId="Strong">
    <w:name w:val="Strong"/>
    <w:uiPriority w:val="22"/>
    <w:rsid w:val="00AC039E"/>
    <w:rPr>
      <w:rFonts w:ascii="Tw Cen MT" w:hAnsi="Tw Cen MT"/>
      <w:b/>
      <w:color w:val="DD8047"/>
    </w:rPr>
  </w:style>
  <w:style w:type="character" w:styleId="SubtleEmphasis">
    <w:name w:val="Subtle Emphasis"/>
    <w:uiPriority w:val="19"/>
    <w:rsid w:val="00AC039E"/>
    <w:rPr>
      <w:rFonts w:ascii="Tw Cen MT" w:hAnsi="Tw Cen MT"/>
      <w:i/>
      <w:sz w:val="23"/>
    </w:rPr>
  </w:style>
  <w:style w:type="character" w:styleId="SubtleReference">
    <w:name w:val="Subtle Reference"/>
    <w:uiPriority w:val="31"/>
    <w:rsid w:val="00AC039E"/>
    <w:rPr>
      <w:rFonts w:ascii="Tw Cen MT" w:hAnsi="Tw Cen MT"/>
      <w:b/>
      <w:i/>
      <w:color w:val="775F55"/>
      <w:sz w:val="23"/>
    </w:rPr>
  </w:style>
  <w:style w:type="table" w:styleId="TableGrid">
    <w:name w:val="Table Grid"/>
    <w:basedOn w:val="TableNormal"/>
    <w:uiPriority w:val="39"/>
    <w:rsid w:val="00AC039E"/>
    <w:rPr>
      <w:rFonts w:cs="Tw Cen MT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C039E"/>
    <w:pPr>
      <w:ind w:left="220" w:hanging="220"/>
    </w:pPr>
  </w:style>
  <w:style w:type="paragraph" w:styleId="TOC1">
    <w:name w:val="toc 1"/>
    <w:basedOn w:val="Normal"/>
    <w:next w:val="Normal"/>
    <w:autoRedefine/>
    <w:uiPriority w:val="39"/>
    <w:unhideWhenUsed/>
    <w:rsid w:val="00AC039E"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AC039E"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AC039E"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character" w:customStyle="1" w:styleId="NoSpacingChar">
    <w:name w:val="No Spacing Char"/>
    <w:link w:val="NoSpacing"/>
    <w:uiPriority w:val="1"/>
    <w:rsid w:val="00AC039E"/>
    <w:rPr>
      <w:rFonts w:cs="Times New Roman"/>
      <w:sz w:val="23"/>
      <w:szCs w:val="20"/>
      <w:lang w:eastAsia="ja-JP"/>
    </w:rPr>
  </w:style>
  <w:style w:type="paragraph" w:customStyle="1" w:styleId="HeaderEven">
    <w:name w:val="Header Even"/>
    <w:basedOn w:val="Normal"/>
    <w:uiPriority w:val="39"/>
    <w:semiHidden/>
    <w:unhideWhenUsed/>
    <w:qFormat/>
    <w:rsid w:val="00AC039E"/>
    <w:pPr>
      <w:pBdr>
        <w:bottom w:val="single" w:sz="4" w:space="1" w:color="94B6D2"/>
      </w:pBdr>
      <w:spacing w:after="0" w:line="240" w:lineRule="auto"/>
    </w:pPr>
    <w:rPr>
      <w:rFonts w:eastAsia="Times New Roman"/>
      <w:b/>
      <w:color w:val="775F55"/>
      <w:sz w:val="20"/>
      <w:szCs w:val="24"/>
      <w:lang w:eastAsia="ko-KR"/>
    </w:rPr>
  </w:style>
  <w:style w:type="paragraph" w:customStyle="1" w:styleId="FooterEven">
    <w:name w:val="Footer Even"/>
    <w:basedOn w:val="Normal"/>
    <w:uiPriority w:val="49"/>
    <w:semiHidden/>
    <w:unhideWhenUsed/>
    <w:rsid w:val="00AC039E"/>
    <w:pPr>
      <w:pBdr>
        <w:top w:val="single" w:sz="4" w:space="1" w:color="94B6D2"/>
      </w:pBdr>
    </w:pPr>
    <w:rPr>
      <w:color w:val="775F55"/>
      <w:sz w:val="20"/>
    </w:rPr>
  </w:style>
  <w:style w:type="paragraph" w:customStyle="1" w:styleId="HeaderOdd">
    <w:name w:val="Header Odd"/>
    <w:basedOn w:val="Normal"/>
    <w:uiPriority w:val="39"/>
    <w:semiHidden/>
    <w:unhideWhenUsed/>
    <w:qFormat/>
    <w:rsid w:val="00AC039E"/>
    <w:pPr>
      <w:pBdr>
        <w:bottom w:val="single" w:sz="4" w:space="1" w:color="94B6D2"/>
      </w:pBdr>
      <w:spacing w:after="0" w:line="240" w:lineRule="auto"/>
      <w:jc w:val="right"/>
    </w:pPr>
    <w:rPr>
      <w:rFonts w:eastAsia="Times New Roman"/>
      <w:b/>
      <w:color w:val="775F55"/>
      <w:sz w:val="20"/>
      <w:szCs w:val="24"/>
      <w:lang w:eastAsia="ko-KR"/>
    </w:rPr>
  </w:style>
  <w:style w:type="paragraph" w:customStyle="1" w:styleId="FooterOdd">
    <w:name w:val="Footer Odd"/>
    <w:basedOn w:val="Normal"/>
    <w:uiPriority w:val="39"/>
    <w:unhideWhenUsed/>
    <w:qFormat/>
    <w:rsid w:val="00AC039E"/>
    <w:pPr>
      <w:pBdr>
        <w:top w:val="single" w:sz="4" w:space="1" w:color="94B6D2"/>
      </w:pBdr>
      <w:jc w:val="right"/>
    </w:pPr>
    <w:rPr>
      <w:color w:val="775F55"/>
      <w:sz w:val="20"/>
    </w:rPr>
  </w:style>
  <w:style w:type="paragraph" w:styleId="FootnoteText">
    <w:name w:val="footnote text"/>
    <w:basedOn w:val="Normal"/>
    <w:link w:val="FootnoteTextChar"/>
    <w:uiPriority w:val="99"/>
    <w:unhideWhenUsed/>
    <w:rsid w:val="001A2F45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link w:val="FootnoteText"/>
    <w:uiPriority w:val="99"/>
    <w:rsid w:val="001A2F45"/>
    <w:rPr>
      <w:rFonts w:cs="Times New Roman"/>
      <w:sz w:val="20"/>
      <w:szCs w:val="20"/>
      <w:lang w:eastAsia="ja-JP"/>
    </w:rPr>
  </w:style>
  <w:style w:type="character" w:styleId="FootnoteReference">
    <w:name w:val="footnote reference"/>
    <w:uiPriority w:val="99"/>
    <w:semiHidden/>
    <w:unhideWhenUsed/>
    <w:rsid w:val="001A2F45"/>
    <w:rPr>
      <w:vertAlign w:val="superscript"/>
    </w:rPr>
  </w:style>
  <w:style w:type="paragraph" w:customStyle="1" w:styleId="CoverPageTitle">
    <w:name w:val="CoverPageTitle"/>
    <w:basedOn w:val="Title"/>
    <w:link w:val="CoverPageTitleChar"/>
    <w:qFormat/>
    <w:rsid w:val="00506159"/>
    <w:rPr>
      <w:caps/>
      <w:sz w:val="64"/>
    </w:rPr>
  </w:style>
  <w:style w:type="character" w:customStyle="1" w:styleId="CoverPageTitleChar">
    <w:name w:val="CoverPageTitle Char"/>
    <w:link w:val="CoverPageTitle"/>
    <w:rsid w:val="00506159"/>
    <w:rPr>
      <w:rFonts w:ascii="Futura Std Book" w:hAnsi="Futura Std Book" w:cs="Times New Roman"/>
      <w:caps/>
      <w:color w:val="00467E"/>
      <w:sz w:val="64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5425F8"/>
    <w:pPr>
      <w:keepNext/>
      <w:keepLines/>
      <w:spacing w:before="480" w:after="0" w:line="276" w:lineRule="auto"/>
      <w:outlineLvl w:val="9"/>
    </w:pPr>
    <w:rPr>
      <w:rFonts w:ascii="Tw Cen MT" w:eastAsia="HGPGothicE" w:hAnsi="Tw Cen MT"/>
      <w:b/>
      <w:bCs/>
      <w:caps w:val="0"/>
      <w:color w:val="548AB7"/>
      <w:sz w:val="28"/>
      <w:szCs w:val="28"/>
      <w:lang w:eastAsia="en-US"/>
    </w:rPr>
  </w:style>
  <w:style w:type="paragraph" w:customStyle="1" w:styleId="Default">
    <w:name w:val="Default"/>
    <w:rsid w:val="0072082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B2A4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US"/>
    </w:rPr>
  </w:style>
  <w:style w:type="paragraph" w:customStyle="1" w:styleId="3vff3xh4yd">
    <w:name w:val="_3vff3xh4yd"/>
    <w:basedOn w:val="Normal"/>
    <w:rsid w:val="004C25A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US"/>
    </w:rPr>
  </w:style>
  <w:style w:type="paragraph" w:customStyle="1" w:styleId="Level1BulletChar">
    <w:name w:val="Level 1 Bullet Char"/>
    <w:basedOn w:val="Normal"/>
    <w:rsid w:val="00C7249E"/>
    <w:pPr>
      <w:numPr>
        <w:numId w:val="14"/>
      </w:numPr>
      <w:tabs>
        <w:tab w:val="left" w:pos="360"/>
        <w:tab w:val="left" w:pos="1080"/>
        <w:tab w:val="left" w:pos="1440"/>
      </w:tabs>
      <w:spacing w:before="120" w:after="0" w:line="240" w:lineRule="auto"/>
    </w:pPr>
    <w:rPr>
      <w:rFonts w:eastAsia="Times New Roman"/>
      <w:sz w:val="24"/>
      <w:szCs w:val="24"/>
      <w:lang w:eastAsia="en-US"/>
    </w:rPr>
  </w:style>
  <w:style w:type="paragraph" w:customStyle="1" w:styleId="MarginBulletCharChar">
    <w:name w:val="Margin Bullet Char Char"/>
    <w:basedOn w:val="Level1BulletChar"/>
    <w:rsid w:val="00C7249E"/>
  </w:style>
  <w:style w:type="paragraph" w:customStyle="1" w:styleId="Level1Bullet">
    <w:name w:val="Level 1 Bullet"/>
    <w:basedOn w:val="Normal"/>
    <w:rsid w:val="003613BD"/>
    <w:pPr>
      <w:numPr>
        <w:numId w:val="19"/>
      </w:numPr>
      <w:overflowPunct w:val="0"/>
      <w:autoSpaceDE w:val="0"/>
      <w:autoSpaceDN w:val="0"/>
      <w:adjustRightInd w:val="0"/>
      <w:spacing w:before="120" w:after="0" w:line="240" w:lineRule="auto"/>
      <w:outlineLvl w:val="0"/>
    </w:pPr>
    <w:rPr>
      <w:rFonts w:ascii="Arial" w:eastAsia="Times New Roman" w:hAnsi="Arial"/>
      <w:sz w:val="22"/>
      <w:lang w:eastAsia="en-US"/>
    </w:rPr>
  </w:style>
  <w:style w:type="character" w:styleId="CommentReference">
    <w:name w:val="annotation reference"/>
    <w:uiPriority w:val="99"/>
    <w:semiHidden/>
    <w:unhideWhenUsed/>
    <w:rsid w:val="001E31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14C"/>
    <w:pPr>
      <w:spacing w:line="240" w:lineRule="auto"/>
    </w:pPr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1E314C"/>
    <w:rPr>
      <w:rFonts w:ascii="Times New Roman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1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E314C"/>
    <w:rPr>
      <w:rFonts w:ascii="Times New Roman" w:hAnsi="Times New Roman" w:cs="Times New Roman"/>
      <w:b/>
      <w:bCs/>
      <w:sz w:val="20"/>
      <w:szCs w:val="20"/>
      <w:lang w:eastAsia="ja-JP"/>
    </w:rPr>
  </w:style>
  <w:style w:type="paragraph" w:customStyle="1" w:styleId="MarginBulletChar">
    <w:name w:val="Margin Bullet Char"/>
    <w:basedOn w:val="Level1BulletChar"/>
    <w:rsid w:val="0077660A"/>
    <w:pPr>
      <w:numPr>
        <w:numId w:val="7"/>
      </w:numPr>
      <w:tabs>
        <w:tab w:val="num" w:pos="720"/>
      </w:tabs>
      <w:ind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759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01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196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anmckay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y\Documents\NMA%20Docs\Phineas%20Consulting\HCV%20Management%20Fee%20Project\Report%20Templates\Report%20desig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1F7A4F1B32D949A22216D3E16CAEB2" ma:contentTypeVersion="0" ma:contentTypeDescription="Create a new document." ma:contentTypeScope="" ma:versionID="158c8d506a3e2a4afbb713752cb4a97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1DC57F-5882-49D3-9D7B-3773E240B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8FB096-4673-4785-9CA5-86E0E7392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661CF1-FFCF-4111-9D3E-C49A188505D1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195076F8-1D14-4315-914A-294A40041B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50F328A-4D67-4D00-932D-74D18CDFAB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template.dotx</Template>
  <TotalTime>0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HCV Administrative Plan</vt:lpstr>
    </vt:vector>
  </TitlesOfParts>
  <Company>Microsoft</Company>
  <LinksUpToDate>false</LinksUpToDate>
  <CharactersWithSpaces>676</CharactersWithSpaces>
  <SharedDoc>false</SharedDoc>
  <HLinks>
    <vt:vector size="12" baseType="variant"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http://www.nanmckay.com/</vt:lpwstr>
      </vt:variant>
      <vt:variant>
        <vt:lpwstr/>
      </vt:variant>
      <vt:variant>
        <vt:i4>4653120</vt:i4>
      </vt:variant>
      <vt:variant>
        <vt:i4>2181</vt:i4>
      </vt:variant>
      <vt:variant>
        <vt:i4>1025</vt:i4>
      </vt:variant>
      <vt:variant>
        <vt:i4>4</vt:i4>
      </vt:variant>
      <vt:variant>
        <vt:lpwstr>http://www.nanmckay.com/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HCV Administrative Plan</dc:title>
  <dc:subject>Binghamton Housing Authority</dc:subject>
  <dc:creator>Ray</dc:creator>
  <cp:keywords/>
  <cp:lastModifiedBy>Kaylene Holvenstot</cp:lastModifiedBy>
  <cp:revision>2</cp:revision>
  <cp:lastPrinted>2023-02-25T00:07:00Z</cp:lastPrinted>
  <dcterms:created xsi:type="dcterms:W3CDTF">2025-08-29T20:18:00Z</dcterms:created>
  <dcterms:modified xsi:type="dcterms:W3CDTF">2025-08-29T20:18:00Z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TC101927459990</vt:lpwstr>
  </property>
  <property fmtid="{D5CDD505-2E9C-101B-9397-08002B2CF9AE}" pid="3" name="ContentTypeId">
    <vt:lpwstr>0x010100E31F7A4F1B32D949A22216D3E16CAEB2</vt:lpwstr>
  </property>
</Properties>
</file>